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BBBA80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1C4315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1C4315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2940BC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B1921">
        <w:rPr>
          <w:rFonts w:ascii="Corbel" w:hAnsi="Corbel"/>
          <w:i/>
          <w:smallCaps/>
          <w:sz w:val="24"/>
          <w:szCs w:val="24"/>
        </w:rPr>
        <w:t>202</w:t>
      </w:r>
      <w:r w:rsidR="001C4315">
        <w:rPr>
          <w:rFonts w:ascii="Corbel" w:hAnsi="Corbel"/>
          <w:i/>
          <w:smallCaps/>
          <w:sz w:val="24"/>
          <w:szCs w:val="24"/>
        </w:rPr>
        <w:t>1</w:t>
      </w:r>
      <w:r w:rsidR="008B1921">
        <w:rPr>
          <w:rFonts w:ascii="Corbel" w:hAnsi="Corbel"/>
          <w:i/>
          <w:smallCaps/>
          <w:sz w:val="24"/>
          <w:szCs w:val="24"/>
        </w:rPr>
        <w:t>-202</w:t>
      </w:r>
      <w:r w:rsidR="001C4315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436FE6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B1921">
        <w:rPr>
          <w:rFonts w:ascii="Corbel" w:hAnsi="Corbel"/>
          <w:sz w:val="20"/>
          <w:szCs w:val="20"/>
        </w:rPr>
        <w:t>202</w:t>
      </w:r>
      <w:r w:rsidR="001C4315">
        <w:rPr>
          <w:rFonts w:ascii="Corbel" w:hAnsi="Corbel"/>
          <w:sz w:val="20"/>
          <w:szCs w:val="20"/>
        </w:rPr>
        <w:t>5</w:t>
      </w:r>
      <w:r w:rsidR="008B1921">
        <w:rPr>
          <w:rFonts w:ascii="Corbel" w:hAnsi="Corbel"/>
          <w:sz w:val="20"/>
          <w:szCs w:val="20"/>
        </w:rPr>
        <w:t>/2</w:t>
      </w:r>
      <w:r w:rsidR="001C4315">
        <w:rPr>
          <w:rFonts w:ascii="Corbel" w:hAnsi="Corbel"/>
          <w:sz w:val="20"/>
          <w:szCs w:val="20"/>
        </w:rPr>
        <w:t>6</w:t>
      </w:r>
    </w:p>
    <w:p w14:paraId="06BFB0DF" w14:textId="2BE23FBB" w:rsidR="0085747A" w:rsidRDefault="0085747A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E2930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1921" w:rsidRPr="009C54AE" w14:paraId="4601A21E" w14:textId="77777777" w:rsidTr="00D416B5">
        <w:tc>
          <w:tcPr>
            <w:tcW w:w="2694" w:type="dxa"/>
            <w:vAlign w:val="center"/>
          </w:tcPr>
          <w:p w14:paraId="602EF78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A4E7C" w14:textId="77777777" w:rsidR="008B1921" w:rsidRPr="005D17AF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17AF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B1921" w:rsidRPr="009C54AE" w14:paraId="06CF0DF4" w14:textId="77777777" w:rsidTr="00D416B5">
        <w:tc>
          <w:tcPr>
            <w:tcW w:w="2694" w:type="dxa"/>
            <w:vAlign w:val="center"/>
          </w:tcPr>
          <w:p w14:paraId="47B5462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50CCD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1921" w:rsidRPr="009C54AE" w14:paraId="0A4A6AC0" w14:textId="77777777" w:rsidTr="00D416B5">
        <w:tc>
          <w:tcPr>
            <w:tcW w:w="2694" w:type="dxa"/>
            <w:vAlign w:val="center"/>
          </w:tcPr>
          <w:p w14:paraId="505705CF" w14:textId="77777777" w:rsidR="008B1921" w:rsidRPr="009C54AE" w:rsidRDefault="008B1921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86AA92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1921" w:rsidRPr="009C54AE" w14:paraId="1680A2EE" w14:textId="77777777" w:rsidTr="00D416B5">
        <w:tc>
          <w:tcPr>
            <w:tcW w:w="2694" w:type="dxa"/>
            <w:vAlign w:val="center"/>
          </w:tcPr>
          <w:p w14:paraId="63EDF4B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D19CFF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B1921" w:rsidRPr="009C54AE" w14:paraId="05D764D8" w14:textId="77777777" w:rsidTr="00D416B5">
        <w:tc>
          <w:tcPr>
            <w:tcW w:w="2694" w:type="dxa"/>
            <w:vAlign w:val="center"/>
          </w:tcPr>
          <w:p w14:paraId="5FF73217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98DF3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B1921" w:rsidRPr="009C54AE" w14:paraId="28469B7E" w14:textId="77777777" w:rsidTr="00D416B5">
        <w:tc>
          <w:tcPr>
            <w:tcW w:w="2694" w:type="dxa"/>
            <w:vAlign w:val="center"/>
          </w:tcPr>
          <w:p w14:paraId="33446379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A8EADA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B1921" w:rsidRPr="009C54AE" w14:paraId="75D96E21" w14:textId="77777777" w:rsidTr="00D416B5">
        <w:tc>
          <w:tcPr>
            <w:tcW w:w="2694" w:type="dxa"/>
            <w:vAlign w:val="center"/>
          </w:tcPr>
          <w:p w14:paraId="37C7F2A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B42418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1921" w:rsidRPr="009C54AE" w14:paraId="7D3B724A" w14:textId="77777777" w:rsidTr="00D416B5">
        <w:tc>
          <w:tcPr>
            <w:tcW w:w="2694" w:type="dxa"/>
            <w:vAlign w:val="center"/>
          </w:tcPr>
          <w:p w14:paraId="3162D7C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FCEDCC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1921" w:rsidRPr="009C54AE" w14:paraId="0B4689CE" w14:textId="77777777" w:rsidTr="00D416B5">
        <w:tc>
          <w:tcPr>
            <w:tcW w:w="2694" w:type="dxa"/>
            <w:vAlign w:val="center"/>
          </w:tcPr>
          <w:p w14:paraId="6C9C7026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8757F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B1921" w:rsidRPr="009C54AE" w14:paraId="4BA5B516" w14:textId="77777777" w:rsidTr="00D416B5">
        <w:tc>
          <w:tcPr>
            <w:tcW w:w="2694" w:type="dxa"/>
            <w:vAlign w:val="center"/>
          </w:tcPr>
          <w:p w14:paraId="2C216CF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E245D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B1921" w:rsidRPr="009C54AE" w14:paraId="182A1208" w14:textId="77777777" w:rsidTr="00D416B5">
        <w:tc>
          <w:tcPr>
            <w:tcW w:w="2694" w:type="dxa"/>
            <w:vAlign w:val="center"/>
          </w:tcPr>
          <w:p w14:paraId="2F20FAC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0E8A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1921" w:rsidRPr="009C54AE" w14:paraId="5C5D994F" w14:textId="77777777" w:rsidTr="00D416B5">
        <w:tc>
          <w:tcPr>
            <w:tcW w:w="2694" w:type="dxa"/>
            <w:vAlign w:val="center"/>
          </w:tcPr>
          <w:p w14:paraId="21027BB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503DBE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B1921" w:rsidRPr="009C54AE" w14:paraId="30136E9B" w14:textId="77777777" w:rsidTr="00D416B5">
        <w:tc>
          <w:tcPr>
            <w:tcW w:w="2694" w:type="dxa"/>
            <w:vAlign w:val="center"/>
          </w:tcPr>
          <w:p w14:paraId="0DCF4C2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8856C" w14:textId="6C24EE88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Michał Skóra</w:t>
            </w:r>
          </w:p>
        </w:tc>
      </w:tr>
    </w:tbl>
    <w:p w14:paraId="7486F923" w14:textId="77777777" w:rsidR="008B1921" w:rsidRPr="009C54AE" w:rsidRDefault="008B1921" w:rsidP="008B19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10A2D5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3AD9C" w14:textId="77777777" w:rsidR="008B1921" w:rsidRPr="009C54AE" w:rsidRDefault="008B1921" w:rsidP="008B19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7E042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B1921" w:rsidRPr="009C54AE" w14:paraId="11F2B84B" w14:textId="77777777" w:rsidTr="00D416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2B9" w14:textId="77777777" w:rsidR="008B1921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DA88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A78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8140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546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68A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C9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47B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8C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34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467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1921" w:rsidRPr="009C54AE" w14:paraId="6B60C139" w14:textId="77777777" w:rsidTr="00D416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DB28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31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7C3C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C11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18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F42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984E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E6AB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EB0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ABF6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E1A522" w14:textId="77777777" w:rsidR="008B1921" w:rsidRPr="009C54AE" w:rsidRDefault="008B1921" w:rsidP="008B19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890C40" w14:textId="77777777" w:rsidR="008B1921" w:rsidRPr="009C54AE" w:rsidRDefault="008B1921" w:rsidP="008B192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7D9AE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56A74D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5D0C91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B7D71D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45578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70F9F95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9D971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79461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93F5EE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D7DB2CC" w14:textId="77777777" w:rsidTr="00D416B5">
        <w:tc>
          <w:tcPr>
            <w:tcW w:w="9670" w:type="dxa"/>
          </w:tcPr>
          <w:p w14:paraId="5E4E50C6" w14:textId="77777777" w:rsidR="008B1921" w:rsidRPr="009C54AE" w:rsidRDefault="008B192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pracy.</w:t>
            </w:r>
          </w:p>
        </w:tc>
      </w:tr>
    </w:tbl>
    <w:p w14:paraId="5A412828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10AE5DAD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4C72D8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6BDE7666" w14:textId="77777777" w:rsidR="008B1921" w:rsidRDefault="008B1921" w:rsidP="008B19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0710E28" w14:textId="77777777" w:rsidR="008B1921" w:rsidRPr="009C54AE" w:rsidRDefault="008B1921" w:rsidP="008B19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B1921" w:rsidRPr="009C54AE" w14:paraId="71979BF6" w14:textId="77777777" w:rsidTr="00D416B5">
        <w:tc>
          <w:tcPr>
            <w:tcW w:w="844" w:type="dxa"/>
            <w:vAlign w:val="center"/>
          </w:tcPr>
          <w:p w14:paraId="1C38EBFA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EC18852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 oraz aktualnym orzecznictwem sądowym  z zakresu ubezpieczeń społecznych. </w:t>
            </w:r>
          </w:p>
        </w:tc>
      </w:tr>
      <w:tr w:rsidR="008B1921" w:rsidRPr="009C54AE" w14:paraId="63E809F2" w14:textId="77777777" w:rsidTr="00D416B5">
        <w:tc>
          <w:tcPr>
            <w:tcW w:w="844" w:type="dxa"/>
            <w:vAlign w:val="center"/>
          </w:tcPr>
          <w:p w14:paraId="604714F7" w14:textId="77777777" w:rsidR="008B1921" w:rsidRPr="009C54AE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FC3773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8B1921" w:rsidRPr="009C54AE" w14:paraId="0B631CA5" w14:textId="77777777" w:rsidTr="00D416B5">
        <w:trPr>
          <w:trHeight w:val="719"/>
        </w:trPr>
        <w:tc>
          <w:tcPr>
            <w:tcW w:w="844" w:type="dxa"/>
            <w:vAlign w:val="center"/>
          </w:tcPr>
          <w:p w14:paraId="57D27A94" w14:textId="77777777" w:rsidR="008B1921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661B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0B56EA9" w14:textId="77777777" w:rsidR="008B1921" w:rsidRPr="0069661B" w:rsidRDefault="008B1921" w:rsidP="00D416B5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Pr="0069661B">
              <w:rPr>
                <w:rFonts w:ascii="Corbel" w:hAnsi="Corbel"/>
              </w:rPr>
              <w:t>rzygotowanie studenta do interpretowania i rozumienia wiedzy dotyczącej ubezpieczeń społecznych i zdrowotnych</w:t>
            </w:r>
          </w:p>
        </w:tc>
      </w:tr>
    </w:tbl>
    <w:p w14:paraId="744E91D9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3E1C9C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DC3A01" w14:textId="77777777" w:rsidR="008B1921" w:rsidRPr="009C54AE" w:rsidRDefault="008B1921" w:rsidP="008B19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A0E15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B1921" w:rsidRPr="009C54AE" w14:paraId="29779199" w14:textId="77777777" w:rsidTr="00D416B5">
        <w:tc>
          <w:tcPr>
            <w:tcW w:w="1701" w:type="dxa"/>
            <w:vAlign w:val="center"/>
          </w:tcPr>
          <w:p w14:paraId="6FEB0DAC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787BB8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2EFB9D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1921" w:rsidRPr="009C54AE" w14:paraId="1A473E10" w14:textId="77777777" w:rsidTr="00D416B5">
        <w:tc>
          <w:tcPr>
            <w:tcW w:w="1701" w:type="dxa"/>
          </w:tcPr>
          <w:p w14:paraId="6B19731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60673C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14:paraId="6F653FA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B1921" w:rsidRPr="009C54AE" w14:paraId="3F72860E" w14:textId="77777777" w:rsidTr="00D416B5">
        <w:tc>
          <w:tcPr>
            <w:tcW w:w="1701" w:type="dxa"/>
          </w:tcPr>
          <w:p w14:paraId="3A24AA61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A9186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14:paraId="111A77CC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B1921" w:rsidRPr="009C54AE" w14:paraId="50290D2B" w14:textId="77777777" w:rsidTr="00D416B5">
        <w:tc>
          <w:tcPr>
            <w:tcW w:w="1701" w:type="dxa"/>
          </w:tcPr>
          <w:p w14:paraId="278DA2BA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FA872A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14:paraId="7C43CD5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B1921" w:rsidRPr="009C54AE" w14:paraId="4C1CE193" w14:textId="77777777" w:rsidTr="00D416B5">
        <w:tc>
          <w:tcPr>
            <w:tcW w:w="1701" w:type="dxa"/>
          </w:tcPr>
          <w:p w14:paraId="51EB1BF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39D8BEE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14:paraId="0E0E0D3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B1921" w:rsidRPr="009C54AE" w14:paraId="4AD20EF1" w14:textId="77777777" w:rsidTr="00D416B5">
        <w:tc>
          <w:tcPr>
            <w:tcW w:w="1701" w:type="dxa"/>
          </w:tcPr>
          <w:p w14:paraId="0B0696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6D7CEDF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14:paraId="7028084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B1921" w:rsidRPr="009C54AE" w14:paraId="23EE782D" w14:textId="77777777" w:rsidTr="00D416B5">
        <w:tc>
          <w:tcPr>
            <w:tcW w:w="1701" w:type="dxa"/>
          </w:tcPr>
          <w:p w14:paraId="7793FF4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B61F5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14:paraId="7CDC2117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B1921" w:rsidRPr="009C54AE" w14:paraId="07194B4A" w14:textId="77777777" w:rsidTr="00D416B5">
        <w:tc>
          <w:tcPr>
            <w:tcW w:w="1701" w:type="dxa"/>
          </w:tcPr>
          <w:p w14:paraId="0E8523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4BF0852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14:paraId="4FAEFC7E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B1921" w:rsidRPr="009C54AE" w14:paraId="56B6E9B2" w14:textId="77777777" w:rsidTr="00D416B5">
        <w:tc>
          <w:tcPr>
            <w:tcW w:w="1701" w:type="dxa"/>
          </w:tcPr>
          <w:p w14:paraId="7069F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D29F4C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14:paraId="3DA0A3C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B1921" w:rsidRPr="009C54AE" w14:paraId="5C86C811" w14:textId="77777777" w:rsidTr="00D416B5">
        <w:tc>
          <w:tcPr>
            <w:tcW w:w="1701" w:type="dxa"/>
          </w:tcPr>
          <w:p w14:paraId="42302F8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D9CFE8D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14:paraId="1ADE4842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B1921" w:rsidRPr="009C54AE" w14:paraId="641F07D5" w14:textId="77777777" w:rsidTr="00D416B5">
        <w:tc>
          <w:tcPr>
            <w:tcW w:w="1701" w:type="dxa"/>
          </w:tcPr>
          <w:p w14:paraId="39B627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C27146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14:paraId="2245A030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B1921" w:rsidRPr="009C54AE" w14:paraId="5D624720" w14:textId="77777777" w:rsidTr="00D416B5">
        <w:tc>
          <w:tcPr>
            <w:tcW w:w="1701" w:type="dxa"/>
          </w:tcPr>
          <w:p w14:paraId="157C71A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14:paraId="62204C5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14:paraId="0C1D5C1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B1921" w:rsidRPr="009C54AE" w14:paraId="53334DC7" w14:textId="77777777" w:rsidTr="00D416B5">
        <w:tc>
          <w:tcPr>
            <w:tcW w:w="1701" w:type="dxa"/>
          </w:tcPr>
          <w:p w14:paraId="1E4F8A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6C93E91E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14:paraId="0163229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B1921" w:rsidRPr="009C54AE" w14:paraId="5F121F67" w14:textId="77777777" w:rsidTr="00D416B5">
        <w:tc>
          <w:tcPr>
            <w:tcW w:w="1701" w:type="dxa"/>
          </w:tcPr>
          <w:p w14:paraId="723BB15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770F7167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14:paraId="267E871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B1921" w:rsidRPr="009C54AE" w14:paraId="1599867A" w14:textId="77777777" w:rsidTr="00D416B5">
        <w:tc>
          <w:tcPr>
            <w:tcW w:w="1701" w:type="dxa"/>
          </w:tcPr>
          <w:p w14:paraId="554B914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4F1128FC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14:paraId="605E1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B1921" w:rsidRPr="009C54AE" w14:paraId="01854EAC" w14:textId="77777777" w:rsidTr="00D416B5">
        <w:tc>
          <w:tcPr>
            <w:tcW w:w="1701" w:type="dxa"/>
          </w:tcPr>
          <w:p w14:paraId="3DC8BC4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8ECC8D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14:paraId="0EE1A50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27CE62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584C1" w14:textId="77777777" w:rsidR="008B1921" w:rsidRPr="009C54AE" w:rsidRDefault="008B1921" w:rsidP="008B19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62CEEF" w14:textId="77777777" w:rsidR="008B1921" w:rsidRPr="009C54AE" w:rsidRDefault="008B1921" w:rsidP="008B19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A9732D" w14:textId="77777777" w:rsidR="008B1921" w:rsidRPr="009C54AE" w:rsidRDefault="008B1921" w:rsidP="008B192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153BA009" w14:textId="77777777" w:rsidTr="00D416B5">
        <w:tc>
          <w:tcPr>
            <w:tcW w:w="9520" w:type="dxa"/>
          </w:tcPr>
          <w:p w14:paraId="1AB462B6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15A35112" w14:textId="77777777" w:rsidTr="00D416B5">
        <w:tc>
          <w:tcPr>
            <w:tcW w:w="9520" w:type="dxa"/>
          </w:tcPr>
          <w:p w14:paraId="2B772A6D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569DF3B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59D0C" w14:textId="77777777" w:rsidR="008B1921" w:rsidRDefault="008B1921" w:rsidP="008B19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>
        <w:rPr>
          <w:rFonts w:ascii="Corbel" w:hAnsi="Corbel"/>
          <w:sz w:val="24"/>
          <w:szCs w:val="24"/>
        </w:rPr>
        <w:t>.</w:t>
      </w:r>
    </w:p>
    <w:p w14:paraId="21869B32" w14:textId="77777777" w:rsidR="008B1921" w:rsidRPr="00A9463A" w:rsidRDefault="008B1921" w:rsidP="008B192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4A89521C" w14:textId="77777777" w:rsidTr="00D416B5">
        <w:tc>
          <w:tcPr>
            <w:tcW w:w="9639" w:type="dxa"/>
          </w:tcPr>
          <w:p w14:paraId="43FC8BBB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0DE63CD1" w14:textId="77777777" w:rsidTr="00D416B5">
        <w:tc>
          <w:tcPr>
            <w:tcW w:w="9639" w:type="dxa"/>
          </w:tcPr>
          <w:p w14:paraId="111FD976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B1921" w:rsidRPr="009C54AE" w14:paraId="2B2E2AFD" w14:textId="77777777" w:rsidTr="00D416B5">
        <w:tc>
          <w:tcPr>
            <w:tcW w:w="9639" w:type="dxa"/>
          </w:tcPr>
          <w:p w14:paraId="54B7D33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8B1921" w:rsidRPr="009C54AE" w14:paraId="54694F7A" w14:textId="77777777" w:rsidTr="00D416B5">
        <w:tc>
          <w:tcPr>
            <w:tcW w:w="9639" w:type="dxa"/>
          </w:tcPr>
          <w:p w14:paraId="2533EF1F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8B1921" w:rsidRPr="009C54AE" w14:paraId="0DE8BB1E" w14:textId="77777777" w:rsidTr="00D416B5">
        <w:tc>
          <w:tcPr>
            <w:tcW w:w="9639" w:type="dxa"/>
          </w:tcPr>
          <w:p w14:paraId="671AE5A4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B1921" w:rsidRPr="009C54AE" w14:paraId="429B5A02" w14:textId="77777777" w:rsidTr="00D416B5">
        <w:tc>
          <w:tcPr>
            <w:tcW w:w="9639" w:type="dxa"/>
          </w:tcPr>
          <w:p w14:paraId="345F2F0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8B1921" w:rsidRPr="009C54AE" w14:paraId="087CE762" w14:textId="77777777" w:rsidTr="00D416B5">
        <w:tc>
          <w:tcPr>
            <w:tcW w:w="9639" w:type="dxa"/>
          </w:tcPr>
          <w:p w14:paraId="5CD8E959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8B1921" w:rsidRPr="009C54AE" w14:paraId="3DE3EBDA" w14:textId="77777777" w:rsidTr="00D416B5">
        <w:tc>
          <w:tcPr>
            <w:tcW w:w="9639" w:type="dxa"/>
          </w:tcPr>
          <w:p w14:paraId="3AC54B3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8B1921" w:rsidRPr="009C54AE" w14:paraId="6E2F7A48" w14:textId="77777777" w:rsidTr="00D416B5">
        <w:tc>
          <w:tcPr>
            <w:tcW w:w="9639" w:type="dxa"/>
          </w:tcPr>
          <w:p w14:paraId="6BDBE6B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2E732128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BBEE5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6715FB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32044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praca w grupach, dyskusja.</w:t>
      </w:r>
    </w:p>
    <w:p w14:paraId="61B9A1A0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7A578F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7DDA05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1E02F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6A25A45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B1921" w:rsidRPr="009C54AE" w14:paraId="1555CF1F" w14:textId="77777777" w:rsidTr="00D416B5">
        <w:tc>
          <w:tcPr>
            <w:tcW w:w="1962" w:type="dxa"/>
            <w:vAlign w:val="center"/>
          </w:tcPr>
          <w:p w14:paraId="3D6DD1D2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174D71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02ADF5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D87BE6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615FA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1921" w:rsidRPr="009C54AE" w14:paraId="11B5C391" w14:textId="77777777" w:rsidTr="00D416B5">
        <w:tc>
          <w:tcPr>
            <w:tcW w:w="1962" w:type="dxa"/>
          </w:tcPr>
          <w:p w14:paraId="17F78DB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14:paraId="0F035FF9" w14:textId="77777777" w:rsidR="008B1921" w:rsidRPr="00DD5403" w:rsidRDefault="008B1921" w:rsidP="00D416B5">
            <w:r w:rsidRPr="00DD5403">
              <w:t xml:space="preserve">Egzamin </w:t>
            </w:r>
            <w:r>
              <w:t>pisemny, obserwacja w trakcie zajęć.</w:t>
            </w:r>
          </w:p>
        </w:tc>
        <w:tc>
          <w:tcPr>
            <w:tcW w:w="2117" w:type="dxa"/>
          </w:tcPr>
          <w:p w14:paraId="0F858E6E" w14:textId="77777777" w:rsidR="008B1921" w:rsidRPr="009C54AE" w:rsidRDefault="008B1921" w:rsidP="00D416B5">
            <w:pPr>
              <w:jc w:val="center"/>
            </w:pPr>
            <w:r>
              <w:t>Konwersatorium</w:t>
            </w:r>
          </w:p>
        </w:tc>
      </w:tr>
    </w:tbl>
    <w:p w14:paraId="051C4E99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EA8C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59D5C1B8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6989261" w14:textId="77777777" w:rsidTr="00D416B5">
        <w:tc>
          <w:tcPr>
            <w:tcW w:w="9670" w:type="dxa"/>
          </w:tcPr>
          <w:p w14:paraId="787586E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5750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14:paraId="65278C6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41EC6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14:paraId="311668CF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BF94A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14:paraId="27B7BB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14:paraId="4EB3BE8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14:paraId="60A08D1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14:paraId="0A529676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14:paraId="1D62E93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347911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55552" w14:textId="77777777" w:rsidR="008B1921" w:rsidRPr="009C54AE" w:rsidRDefault="008B1921" w:rsidP="008B19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7703F4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B1921" w:rsidRPr="009C54AE" w14:paraId="2A2528CB" w14:textId="77777777" w:rsidTr="00D416B5">
        <w:tc>
          <w:tcPr>
            <w:tcW w:w="4962" w:type="dxa"/>
            <w:vAlign w:val="center"/>
          </w:tcPr>
          <w:p w14:paraId="4FDF875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575358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1921" w:rsidRPr="009C54AE" w14:paraId="44C06219" w14:textId="77777777" w:rsidTr="00D416B5">
        <w:tc>
          <w:tcPr>
            <w:tcW w:w="4962" w:type="dxa"/>
          </w:tcPr>
          <w:p w14:paraId="6E9AB4B5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13701A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8B1921" w:rsidRPr="009C54AE" w14:paraId="3B8C980E" w14:textId="77777777" w:rsidTr="00D416B5">
        <w:tc>
          <w:tcPr>
            <w:tcW w:w="4962" w:type="dxa"/>
          </w:tcPr>
          <w:p w14:paraId="23802BF4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3057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944C5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14:paraId="0541775B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8B1921" w:rsidRPr="009C54AE" w14:paraId="553528F4" w14:textId="77777777" w:rsidTr="00D416B5">
        <w:tc>
          <w:tcPr>
            <w:tcW w:w="4962" w:type="dxa"/>
          </w:tcPr>
          <w:p w14:paraId="1BB21B3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C9F2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795CEA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EE6FA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2o h przygotowanie do zajęć</w:t>
            </w:r>
          </w:p>
          <w:p w14:paraId="083E09B3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14:paraId="4F06DC1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B1921" w:rsidRPr="009C54AE" w14:paraId="623B46A3" w14:textId="77777777" w:rsidTr="00D416B5">
        <w:tc>
          <w:tcPr>
            <w:tcW w:w="4962" w:type="dxa"/>
          </w:tcPr>
          <w:p w14:paraId="7370FBF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8039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B1921" w:rsidRPr="009C54AE" w14:paraId="27A04633" w14:textId="77777777" w:rsidTr="00D416B5">
        <w:tc>
          <w:tcPr>
            <w:tcW w:w="4962" w:type="dxa"/>
          </w:tcPr>
          <w:p w14:paraId="1711B9A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0B03DF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4AB1D13E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B512A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8CC4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0E0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1921" w:rsidRPr="009C54AE" w14:paraId="30BDC583" w14:textId="77777777" w:rsidTr="00D416B5">
        <w:trPr>
          <w:trHeight w:val="397"/>
        </w:trPr>
        <w:tc>
          <w:tcPr>
            <w:tcW w:w="3544" w:type="dxa"/>
          </w:tcPr>
          <w:p w14:paraId="5CFF8DD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F233E5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B1921" w:rsidRPr="009C54AE" w14:paraId="73116A8C" w14:textId="77777777" w:rsidTr="00D416B5">
        <w:trPr>
          <w:trHeight w:val="397"/>
        </w:trPr>
        <w:tc>
          <w:tcPr>
            <w:tcW w:w="3544" w:type="dxa"/>
          </w:tcPr>
          <w:p w14:paraId="7B4F0CF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B0C8BB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317B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A03FA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87637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1921" w:rsidRPr="009C54AE" w14:paraId="761B18D9" w14:textId="77777777" w:rsidTr="00D416B5">
        <w:trPr>
          <w:trHeight w:val="397"/>
        </w:trPr>
        <w:tc>
          <w:tcPr>
            <w:tcW w:w="7513" w:type="dxa"/>
          </w:tcPr>
          <w:p w14:paraId="71FF974E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C8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A6D7E5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Inetta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559585B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384F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Uścińska,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5F5FB7CD" w14:textId="77777777" w:rsidR="008B1921" w:rsidRPr="0013052C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B1921" w:rsidRPr="009C54AE" w14:paraId="60852D78" w14:textId="77777777" w:rsidTr="00D416B5">
        <w:trPr>
          <w:trHeight w:val="397"/>
        </w:trPr>
        <w:tc>
          <w:tcPr>
            <w:tcW w:w="7513" w:type="dxa"/>
          </w:tcPr>
          <w:p w14:paraId="089533D2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1C3D9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F33D63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Szpor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D86E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C1247B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Uścińska,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6456CCB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0F8650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044830CF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02E3E3D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6AEB6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B3B2E4" w14:textId="77777777" w:rsidR="008B1921" w:rsidRPr="00B169DF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sectPr w:rsidR="008B1921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F96B" w14:textId="77777777" w:rsidR="00F9718F" w:rsidRDefault="00F9718F" w:rsidP="00C16ABF">
      <w:pPr>
        <w:spacing w:after="0" w:line="240" w:lineRule="auto"/>
      </w:pPr>
      <w:r>
        <w:separator/>
      </w:r>
    </w:p>
  </w:endnote>
  <w:endnote w:type="continuationSeparator" w:id="0">
    <w:p w14:paraId="4A306A41" w14:textId="77777777" w:rsidR="00F9718F" w:rsidRDefault="00F971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00585" w14:textId="77777777" w:rsidR="00F9718F" w:rsidRDefault="00F9718F" w:rsidP="00C16ABF">
      <w:pPr>
        <w:spacing w:after="0" w:line="240" w:lineRule="auto"/>
      </w:pPr>
      <w:r>
        <w:separator/>
      </w:r>
    </w:p>
  </w:footnote>
  <w:footnote w:type="continuationSeparator" w:id="0">
    <w:p w14:paraId="674690C4" w14:textId="77777777" w:rsidR="00F9718F" w:rsidRDefault="00F9718F" w:rsidP="00C16ABF">
      <w:pPr>
        <w:spacing w:after="0" w:line="240" w:lineRule="auto"/>
      </w:pPr>
      <w:r>
        <w:continuationSeparator/>
      </w:r>
    </w:p>
  </w:footnote>
  <w:footnote w:id="1">
    <w:p w14:paraId="36393C08" w14:textId="77777777" w:rsidR="008B1921" w:rsidRDefault="008B1921" w:rsidP="008B19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53955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43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2A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017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D6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9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18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43A24-84A9-4166-8096-99E1FE59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2023-10-16T12:36:00Z</dcterms:created>
  <dcterms:modified xsi:type="dcterms:W3CDTF">2023-10-31T08:22:00Z</dcterms:modified>
</cp:coreProperties>
</file>